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73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73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73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73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73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73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sdt>
                      <w:sdtPr>
                        <w:rPr>
                          <w:bCs/>
                          <w:lang w:val="fr-BE" w:eastAsia="en-GB"/>
                        </w:rPr>
                        <w:id w:val="465550843"/>
                        <w:placeholder>
                          <w:docPart w:val="00ABE9FFD159450581B7CCC915D5CFC1"/>
                        </w:placeholder>
                      </w:sdtPr>
                      <w:sdtEndPr>
                        <w:rPr>
                          <w:lang w:val="en-IE"/>
                        </w:rPr>
                      </w:sdtEndPr>
                      <w:sdtContent>
                        <w:tc>
                          <w:tcPr>
                            <w:tcW w:w="5491" w:type="dxa"/>
                          </w:tcPr>
                          <w:p w14:paraId="51C87C16" w14:textId="7DE3B3E0" w:rsidR="00377580" w:rsidRPr="00080A71" w:rsidRDefault="00A04AD5" w:rsidP="005F6927">
                            <w:pPr>
                              <w:tabs>
                                <w:tab w:val="left" w:pos="426"/>
                              </w:tabs>
                              <w:rPr>
                                <w:bCs/>
                                <w:lang w:val="en-IE" w:eastAsia="en-GB"/>
                              </w:rPr>
                            </w:pPr>
                            <w:r w:rsidRPr="0081088E">
                              <w:rPr>
                                <w:szCs w:val="24"/>
                                <w:shd w:val="clear" w:color="auto" w:fill="F8F8F8"/>
                              </w:rPr>
                              <w:t>292988</w:t>
                            </w:r>
                          </w:p>
                        </w:tc>
                      </w:sdtContent>
                    </w:sdt>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B6CCAC1" w:rsidR="00377580" w:rsidRPr="001D3EEC" w:rsidRDefault="00B073E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2026</w:t>
                    </w:r>
                  </w:sdtContent>
                </w:sdt>
              </w:sdtContent>
            </w:sdt>
            <w:r w:rsidR="00377580" w:rsidRPr="001D3EEC">
              <w:rPr>
                <w:bCs/>
                <w:lang w:val="fr-BE" w:eastAsia="en-GB"/>
              </w:rPr>
              <w:t xml:space="preserve"> </w:t>
            </w:r>
          </w:p>
          <w:p w14:paraId="768BBE26" w14:textId="43469458" w:rsidR="00377580" w:rsidRPr="001D3EEC" w:rsidRDefault="00B073E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A04AD5">
                              <w:rPr>
                                <w:szCs w:val="24"/>
                              </w:rPr>
                              <w:t>Gambie</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09BFB8A"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71E7BC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073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73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73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9A96FFB"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B073E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542B5A1"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5pt" o:ole="">
                  <v:imagedata r:id="rId22" o:title=""/>
                </v:shape>
                <w:control r:id="rId23" w:name="OptionButton2" w:shapeid="_x0000_i1045"/>
              </w:object>
            </w:r>
            <w:r>
              <w:rPr>
                <w:bCs/>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7DAF7BB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B073E8">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B073E8"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04C3"/>
    <w:rsid w:val="000914BF"/>
    <w:rsid w:val="00097587"/>
    <w:rsid w:val="000A1D5E"/>
    <w:rsid w:val="001A0074"/>
    <w:rsid w:val="001D3EEC"/>
    <w:rsid w:val="00215A56"/>
    <w:rsid w:val="00270336"/>
    <w:rsid w:val="0028413D"/>
    <w:rsid w:val="002841B7"/>
    <w:rsid w:val="00286729"/>
    <w:rsid w:val="002A6E30"/>
    <w:rsid w:val="002B37EB"/>
    <w:rsid w:val="00301CA3"/>
    <w:rsid w:val="00377580"/>
    <w:rsid w:val="00394581"/>
    <w:rsid w:val="003A4A19"/>
    <w:rsid w:val="00443957"/>
    <w:rsid w:val="00462268"/>
    <w:rsid w:val="004A4BB7"/>
    <w:rsid w:val="004D3B51"/>
    <w:rsid w:val="0053405E"/>
    <w:rsid w:val="00556CBD"/>
    <w:rsid w:val="00635CC0"/>
    <w:rsid w:val="006A1CB2"/>
    <w:rsid w:val="006B47B6"/>
    <w:rsid w:val="006C2E16"/>
    <w:rsid w:val="006F23BA"/>
    <w:rsid w:val="0074301E"/>
    <w:rsid w:val="007A10AA"/>
    <w:rsid w:val="007A1396"/>
    <w:rsid w:val="007B5FAE"/>
    <w:rsid w:val="007E131B"/>
    <w:rsid w:val="007E4F35"/>
    <w:rsid w:val="008241B0"/>
    <w:rsid w:val="008315CD"/>
    <w:rsid w:val="00866E7F"/>
    <w:rsid w:val="008A0FF3"/>
    <w:rsid w:val="0092295D"/>
    <w:rsid w:val="00A04AD5"/>
    <w:rsid w:val="00A256BF"/>
    <w:rsid w:val="00A65B97"/>
    <w:rsid w:val="00A917BE"/>
    <w:rsid w:val="00B073E8"/>
    <w:rsid w:val="00B31DC8"/>
    <w:rsid w:val="00B46053"/>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
      <w:docPartPr>
        <w:name w:val="00ABE9FFD159450581B7CCC915D5CFC1"/>
        <w:category>
          <w:name w:val="General"/>
          <w:gallery w:val="placeholder"/>
        </w:category>
        <w:types>
          <w:type w:val="bbPlcHdr"/>
        </w:types>
        <w:behaviors>
          <w:behavior w:val="content"/>
        </w:behaviors>
        <w:guid w:val="{23DFA359-ECE1-4A58-A1B9-B9CF2EDFCD49}"/>
      </w:docPartPr>
      <w:docPartBody>
        <w:p w:rsidR="009C40F7" w:rsidRDefault="009C40F7" w:rsidP="009C40F7">
          <w:pPr>
            <w:pStyle w:val="00ABE9FFD159450581B7CCC915D5CF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04C3"/>
    <w:rsid w:val="00286729"/>
    <w:rsid w:val="00306897"/>
    <w:rsid w:val="00534FB6"/>
    <w:rsid w:val="00591711"/>
    <w:rsid w:val="006A37EA"/>
    <w:rsid w:val="007818B4"/>
    <w:rsid w:val="008F2A96"/>
    <w:rsid w:val="00983F83"/>
    <w:rsid w:val="009C40F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40F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 w:type="paragraph" w:customStyle="1" w:styleId="00ABE9FFD159450581B7CCC915D5CFC1">
    <w:name w:val="00ABE9FFD159450581B7CCC915D5CFC1"/>
    <w:rsid w:val="009C40F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04BE38D-0E10-4292-A7A3-A806BBB93877}"/>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5</Pages>
  <Words>1664</Words>
  <Characters>11421</Characters>
  <Application>Microsoft Office Word</Application>
  <DocSecurity>0</DocSecurity>
  <PresentationFormat>Microsoft Word 14.0</PresentationFormat>
  <Lines>326</Lines>
  <Paragraphs>108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9</cp:revision>
  <cp:lastPrinted>2023-04-18T07:01:00Z</cp:lastPrinted>
  <dcterms:created xsi:type="dcterms:W3CDTF">2024-10-10T11:00:00Z</dcterms:created>
  <dcterms:modified xsi:type="dcterms:W3CDTF">2025-09-08T14:22:00Z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